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BD822E-358A-45B8-8564-F9A2BB5BA764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